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0129B63C" w14:textId="0F589DF9" w:rsidR="00DF19FF" w:rsidRPr="00DF19FF" w:rsidRDefault="00DF19FF" w:rsidP="00DF19FF">
      <w:pPr>
        <w:rPr>
          <w:rFonts w:cs="Arial"/>
          <w:color w:val="000000"/>
          <w:sz w:val="22"/>
        </w:rPr>
      </w:pPr>
      <w:bookmarkStart w:id="0" w:name="_Hlk159230922"/>
      <w:r w:rsidRPr="00DF19FF">
        <w:rPr>
          <w:rFonts w:cs="Arial"/>
          <w:b/>
          <w:sz w:val="22"/>
        </w:rPr>
        <w:t>Transpordiamet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  <w:t xml:space="preserve">Meie: </w:t>
      </w:r>
      <w:r w:rsidR="00634439">
        <w:rPr>
          <w:rFonts w:cs="Arial"/>
          <w:color w:val="000000"/>
          <w:sz w:val="22"/>
        </w:rPr>
        <w:t>09.07</w:t>
      </w:r>
      <w:r w:rsidRPr="00DF19FF">
        <w:rPr>
          <w:rFonts w:cs="Arial"/>
          <w:color w:val="000000"/>
          <w:sz w:val="22"/>
        </w:rPr>
        <w:t>.202</w:t>
      </w:r>
      <w:r>
        <w:rPr>
          <w:rFonts w:cs="Arial"/>
          <w:color w:val="000000"/>
          <w:sz w:val="22"/>
        </w:rPr>
        <w:t>4</w:t>
      </w:r>
      <w:r w:rsidRPr="00DF19FF">
        <w:rPr>
          <w:rFonts w:cs="Arial"/>
          <w:color w:val="000000"/>
          <w:sz w:val="22"/>
        </w:rPr>
        <w:t xml:space="preserve"> nr JV-MAA-1/</w:t>
      </w:r>
      <w:r w:rsidR="001A22C5">
        <w:rPr>
          <w:rFonts w:cs="Arial"/>
          <w:color w:val="000000"/>
          <w:sz w:val="22"/>
        </w:rPr>
        <w:t>3686</w:t>
      </w:r>
    </w:p>
    <w:p w14:paraId="3840C263" w14:textId="77777777" w:rsidR="00DF19FF" w:rsidRDefault="00DB1D18" w:rsidP="00DF19FF">
      <w:pPr>
        <w:rPr>
          <w:rFonts w:cs="Arial"/>
          <w:color w:val="000000"/>
          <w:sz w:val="22"/>
        </w:rPr>
      </w:pPr>
      <w:hyperlink r:id="rId10" w:history="1">
        <w:r w:rsidR="00DF19FF"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="00DF19FF" w:rsidRPr="00DF19FF">
        <w:rPr>
          <w:rFonts w:cs="Arial"/>
          <w:color w:val="000000"/>
          <w:sz w:val="22"/>
        </w:rPr>
        <w:t xml:space="preserve"> </w:t>
      </w:r>
    </w:p>
    <w:p w14:paraId="0CCAD238" w14:textId="77777777" w:rsidR="00DF19FF" w:rsidRPr="00DF19FF" w:rsidRDefault="00DF19FF" w:rsidP="00DF19FF">
      <w:pPr>
        <w:rPr>
          <w:rFonts w:cs="Arial"/>
          <w:color w:val="000000"/>
          <w:sz w:val="22"/>
        </w:rPr>
      </w:pPr>
    </w:p>
    <w:p w14:paraId="41EDD3FB" w14:textId="77777777" w:rsidR="000B2E35" w:rsidRPr="000B2E35" w:rsidRDefault="000B2E35" w:rsidP="000B2E35">
      <w:pPr>
        <w:spacing w:after="200"/>
        <w:jc w:val="both"/>
        <w:rPr>
          <w:rFonts w:ascii="Times New Roman" w:eastAsia="Calibri" w:hAnsi="Times New Roman"/>
          <w:color w:val="FF0000"/>
          <w:sz w:val="22"/>
          <w:szCs w:val="22"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082"/>
      </w:tblGrid>
      <w:tr w:rsidR="000B2E35" w:rsidRPr="000B2E35" w14:paraId="50B7BD01" w14:textId="77777777" w:rsidTr="00640C8E">
        <w:trPr>
          <w:trHeight w:val="417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EA2D4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1D9037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D66EF4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0F66B15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876DAD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02B7797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53BBF67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CEC09F4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646BFB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336974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56E5B8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B2E35" w:rsidRPr="000B2E35" w14:paraId="591266AA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A9E44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F6547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B2E35" w:rsidRPr="000B2E35" w14:paraId="5E12A1CE" w14:textId="77777777" w:rsidTr="00640C8E">
        <w:trPr>
          <w:trHeight w:val="272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96C03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8B18A4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B2E35" w:rsidRPr="000B2E35" w14:paraId="436BFFA5" w14:textId="77777777" w:rsidTr="00640C8E">
        <w:trPr>
          <w:trHeight w:val="42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637C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bookmarkStart w:id="1" w:name="_Hlk38622158" w:colFirst="1" w:colLast="1"/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267BE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bookmarkEnd w:id="1"/>
      <w:tr w:rsidR="000B2E35" w:rsidRPr="000B2E35" w14:paraId="1480DA9E" w14:textId="77777777" w:rsidTr="00640C8E">
        <w:trPr>
          <w:trHeight w:val="61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B35A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7864A44" w14:textId="7F1A8D9D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 w:rsidR="007558CE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 w:rsidR="004F75D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75DC038B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3441</w:t>
            </w:r>
          </w:p>
        </w:tc>
      </w:tr>
      <w:tr w:rsidR="000B2E35" w:rsidRPr="000B2E35" w14:paraId="1BADA9C2" w14:textId="77777777" w:rsidTr="00640C8E">
        <w:trPr>
          <w:trHeight w:val="94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2E4FA143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EA543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B2E35" w:rsidRPr="000B2E35" w14:paraId="3ED274E8" w14:textId="77777777" w:rsidTr="00640C8E">
        <w:trPr>
          <w:trHeight w:val="9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05640E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04DE6C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1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2DD59C7E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6E15DA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5E096B0" w14:textId="77777777" w:rsidTr="00640C8E">
        <w:trPr>
          <w:trHeight w:val="9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2ADBCCC3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D4B1E92" w14:textId="10134346" w:rsidR="000B2E35" w:rsidRPr="000B2E35" w:rsidRDefault="000B2E35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634439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investeering</w:t>
            </w:r>
            <w:r w:rsidR="00AD5A0B">
              <w:rPr>
                <w:rFonts w:ascii="Calibri" w:eastAsia="Calibri" w:hAnsi="Calibri"/>
                <w:sz w:val="22"/>
                <w:szCs w:val="22"/>
                <w:lang w:val="et-EE"/>
              </w:rPr>
              <w:t>u projekt</w:t>
            </w:r>
            <w:r w:rsidR="00BE2B29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alajaama hoone ehitamiseks ja sellega seoses sademeveerajatise rajamine</w:t>
            </w:r>
          </w:p>
        </w:tc>
      </w:tr>
      <w:tr w:rsidR="000B2E35" w:rsidRPr="000B2E35" w14:paraId="66288C6B" w14:textId="77777777" w:rsidTr="00640C8E">
        <w:trPr>
          <w:trHeight w:val="272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01BB00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0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FB967" w14:textId="77777777" w:rsidR="000B2E35" w:rsidRPr="000B2E35" w:rsidRDefault="000B2E35" w:rsidP="000B2E35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B2E35" w:rsidRPr="000B2E35" w14:paraId="502EF152" w14:textId="77777777" w:rsidTr="00640C8E">
        <w:trPr>
          <w:trHeight w:val="58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9FC33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8109607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F587937" w14:textId="2C4FC997" w:rsidR="000B2E35" w:rsidRPr="000B2E35" w:rsidRDefault="000B2E35" w:rsidP="0014052A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nimetus ja number</w:t>
            </w:r>
            <w:r w:rsidR="00CB633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D9432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IK0</w:t>
            </w:r>
            <w:r w:rsidR="0014052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767</w:t>
            </w:r>
            <w:r w:rsidR="00CB633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„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="0014052A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Reola 110/10kV trafod ja 10 </w:t>
            </w:r>
            <w:proofErr w:type="spellStart"/>
            <w:r w:rsidR="0014052A">
              <w:rPr>
                <w:rFonts w:ascii="Calibri" w:eastAsia="Calibri" w:hAnsi="Calibri"/>
                <w:sz w:val="22"/>
                <w:szCs w:val="22"/>
                <w:lang w:val="et-EE"/>
              </w:rPr>
              <w:t>kV</w:t>
            </w:r>
            <w:proofErr w:type="spellEnd"/>
            <w:r w:rsidR="0014052A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jaotusseade </w:t>
            </w:r>
            <w:r w:rsidR="0025588E">
              <w:rPr>
                <w:rFonts w:ascii="Calibri" w:eastAsia="Calibri" w:hAnsi="Calibri"/>
                <w:sz w:val="22"/>
                <w:szCs w:val="22"/>
                <w:lang w:val="et-EE"/>
              </w:rPr>
              <w:t>ehitamine</w:t>
            </w:r>
            <w:r w:rsidR="00CB6338" w:rsidRPr="00CB633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“.</w:t>
            </w:r>
          </w:p>
        </w:tc>
      </w:tr>
      <w:tr w:rsidR="000B2E35" w:rsidRPr="000B2E35" w14:paraId="57CB9149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CB56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EA33B10" w14:textId="3FD5AFFF" w:rsidR="00797B52" w:rsidRDefault="000B2E35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 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proofErr w:type="spellStart"/>
            <w:r w:rsidR="0025588E">
              <w:rPr>
                <w:rFonts w:ascii="Calibri" w:eastAsia="Calibri" w:hAnsi="Calibri"/>
                <w:sz w:val="22"/>
                <w:szCs w:val="22"/>
                <w:lang w:val="et-EE"/>
              </w:rPr>
              <w:t>Seve</w:t>
            </w:r>
            <w:r w:rsidR="009521A3">
              <w:rPr>
                <w:rFonts w:ascii="Calibri" w:eastAsia="Calibri" w:hAnsi="Calibri"/>
                <w:sz w:val="22"/>
                <w:szCs w:val="22"/>
                <w:lang w:val="et-EE"/>
              </w:rPr>
              <w:t>con</w:t>
            </w:r>
            <w:proofErr w:type="spellEnd"/>
            <w:r w:rsidR="009521A3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OÜ</w:t>
            </w:r>
          </w:p>
          <w:p w14:paraId="1AF8D9E3" w14:textId="16200302" w:rsidR="000B2E35" w:rsidRPr="000B2E35" w:rsidRDefault="00300B2D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Ü.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Severev</w:t>
            </w:r>
            <w:proofErr w:type="spellEnd"/>
          </w:p>
        </w:tc>
      </w:tr>
      <w:tr w:rsidR="000B2E35" w:rsidRPr="000B2E35" w14:paraId="624821DA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83B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7720C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49307011" w14:textId="7A96EFB0" w:rsidR="000B2E35" w:rsidRPr="000B2E35" w:rsidRDefault="00A66CB0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15.05</w:t>
            </w:r>
            <w:r w:rsidR="00D53A64" w:rsidRPr="00D53A64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.2024 nr 7.1-2/24/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25601-7 </w:t>
            </w:r>
          </w:p>
        </w:tc>
      </w:tr>
      <w:tr w:rsidR="000B2E35" w:rsidRPr="000B2E35" w14:paraId="6FD7BA3E" w14:textId="77777777" w:rsidTr="00640C8E">
        <w:trPr>
          <w:trHeight w:val="312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4794B2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92024BD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12E49B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7CED044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41891FF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0985B7A" w14:textId="149DA46A" w:rsidR="000B2E35" w:rsidRPr="00F94DB4" w:rsidRDefault="000B2E35" w:rsidP="00E75115">
            <w:pPr>
              <w:numPr>
                <w:ilvl w:val="0"/>
                <w:numId w:val="8"/>
              </w:num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F94DB4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KOORMATAVA</w:t>
            </w:r>
            <w:r w:rsidR="00F94DB4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 xml:space="preserve"> </w:t>
            </w:r>
            <w:r w:rsidRPr="00F94DB4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 xml:space="preserve">RIIGITEE ANDMED </w:t>
            </w:r>
          </w:p>
          <w:p w14:paraId="3FFA214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DB5EFB" w14:textId="165693C2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Nimetus ja number: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Riigitee nr. </w:t>
            </w:r>
            <w:r w:rsidR="0026543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22</w:t>
            </w:r>
            <w:r w:rsidR="00AE10A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133</w:t>
            </w:r>
            <w:r w:rsidR="0026543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AE10A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Reola-Unipiha</w:t>
            </w:r>
            <w:r w:rsidR="00CC705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tee</w:t>
            </w:r>
          </w:p>
        </w:tc>
      </w:tr>
      <w:tr w:rsidR="000B2E35" w:rsidRPr="000B2E35" w14:paraId="208D758F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10CE7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F6A207" w14:textId="0D9B8EB6" w:rsid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Katastritunnus: </w:t>
            </w:r>
            <w:r w:rsidR="00AE10A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94901:009:0110</w:t>
            </w:r>
          </w:p>
          <w:p w14:paraId="19CE75E4" w14:textId="56D0AE46" w:rsidR="009612E0" w:rsidRPr="000B2E35" w:rsidRDefault="009612E0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Katastriüksuse nim</w:t>
            </w:r>
            <w:r w:rsidR="00BF064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i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</w:t>
            </w:r>
            <w:r w:rsidR="00AE10A9" w:rsidRPr="00AE10A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22133 Reola-Unipiha tee</w:t>
            </w:r>
          </w:p>
        </w:tc>
      </w:tr>
      <w:tr w:rsidR="000B2E35" w:rsidRPr="000B2E35" w14:paraId="26771BB6" w14:textId="77777777" w:rsidTr="00640C8E">
        <w:trPr>
          <w:trHeight w:val="378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3BE98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13D0A4" w14:textId="62FFE904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Kinnistu registriosa number:</w:t>
            </w:r>
            <w:r w:rsidR="0026543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5703950</w:t>
            </w:r>
          </w:p>
          <w:p w14:paraId="7438147E" w14:textId="466AA24A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Riigi kinnisvara objekti kood KV</w:t>
            </w:r>
            <w:r w:rsidR="007C273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</w:t>
            </w:r>
            <w:r w:rsidR="00AE10A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04</w:t>
            </w:r>
            <w:r w:rsidR="00E8580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29</w:t>
            </w:r>
          </w:p>
        </w:tc>
      </w:tr>
      <w:tr w:rsidR="000B2E35" w:rsidRPr="000B2E35" w14:paraId="183466C3" w14:textId="77777777" w:rsidTr="00640C8E">
        <w:trPr>
          <w:trHeight w:val="45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EEB5C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4804E2" w14:textId="32DB2A15" w:rsidR="000B2E35" w:rsidRPr="0086202A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86202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POS 1: </w:t>
            </w:r>
            <w:r w:rsidR="00EE689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sademevee kanalisatsioonitrass</w:t>
            </w:r>
          </w:p>
          <w:p w14:paraId="49F0317C" w14:textId="3D44A5E3" w:rsidR="000B2E35" w:rsidRPr="0086202A" w:rsidRDefault="000B2E35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86202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Ruumikuju andmed: PARI ID </w:t>
            </w:r>
            <w:r w:rsidR="006344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305906</w:t>
            </w:r>
          </w:p>
          <w:p w14:paraId="64FE5CBC" w14:textId="06C49EB1" w:rsidR="00634439" w:rsidRDefault="00944A3D" w:rsidP="00944A3D">
            <w:pPr>
              <w:jc w:val="both"/>
              <w:rPr>
                <w:rFonts w:ascii="Times New Roman" w:eastAsia="Calibri" w:hAnsi="Times New Roman"/>
                <w:i/>
                <w:iCs/>
                <w:color w:val="0070C0"/>
                <w:sz w:val="22"/>
                <w:szCs w:val="22"/>
                <w:u w:val="single"/>
                <w:lang w:val="et-EE"/>
              </w:rPr>
            </w:pPr>
            <w:hyperlink r:id="rId12" w:history="1">
              <w:r w:rsidRPr="00384CCB">
                <w:rPr>
                  <w:rStyle w:val="Hyperlink"/>
                  <w:rFonts w:ascii="Times New Roman" w:eastAsia="Calibri" w:hAnsi="Times New Roman"/>
                  <w:i/>
                  <w:iCs/>
                  <w:sz w:val="22"/>
                  <w:szCs w:val="22"/>
                  <w:lang w:val="et-EE"/>
                </w:rPr>
                <w:t>https://pari.kataster.ee/magic-link/ab977499-1cee-45ea-a331-d3cf9024214f</w:t>
              </w:r>
            </w:hyperlink>
          </w:p>
          <w:p w14:paraId="61E48E4F" w14:textId="1D552B5D" w:rsidR="00944A3D" w:rsidRPr="000B2E35" w:rsidRDefault="00944A3D" w:rsidP="00944A3D">
            <w:pPr>
              <w:jc w:val="both"/>
              <w:rPr>
                <w:rFonts w:ascii="Times New Roman" w:eastAsia="Calibri" w:hAnsi="Times New Roman"/>
                <w:i/>
                <w:iCs/>
                <w:color w:val="0070C0"/>
                <w:sz w:val="22"/>
                <w:szCs w:val="22"/>
                <w:u w:val="single"/>
                <w:lang w:val="et-EE"/>
              </w:rPr>
            </w:pPr>
          </w:p>
        </w:tc>
      </w:tr>
      <w:tr w:rsidR="00973871" w:rsidRPr="000B2E35" w14:paraId="4C3B237C" w14:textId="77777777" w:rsidTr="00640C8E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56F632" w14:textId="77777777" w:rsidR="00973871" w:rsidRPr="000B2E35" w:rsidRDefault="00973871" w:rsidP="0097387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C2FAE35" w14:textId="731DBC6B" w:rsidR="00973871" w:rsidRPr="000B2E35" w:rsidRDefault="00973871" w:rsidP="0097387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Elektrilevi OÜ</w:t>
            </w:r>
          </w:p>
        </w:tc>
      </w:tr>
      <w:tr w:rsidR="00973871" w:rsidRPr="000B2E35" w14:paraId="3957A1EC" w14:textId="77777777" w:rsidTr="00640C8E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D2C2F" w14:textId="77777777" w:rsidR="00973871" w:rsidRPr="000B2E35" w:rsidRDefault="00973871" w:rsidP="0097387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24BC46" w14:textId="5F28B8F2" w:rsidR="00973871" w:rsidRPr="007C2737" w:rsidRDefault="00973871" w:rsidP="0097387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7C273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Isikliku kasutusõiguse seadmise plaan</w:t>
            </w:r>
            <w:r w:rsidR="007C2737" w:rsidRPr="007C273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ja kooskõlastus</w:t>
            </w:r>
          </w:p>
        </w:tc>
      </w:tr>
      <w:bookmarkEnd w:id="0"/>
    </w:tbl>
    <w:p w14:paraId="478347FC" w14:textId="77777777" w:rsidR="00C450D5" w:rsidRDefault="00C450D5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24635D68" w14:textId="75DD57EE" w:rsidR="000B2E35" w:rsidRPr="000B2E35" w:rsidRDefault="000B2E35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0B2E35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</w:p>
    <w:p w14:paraId="7E312A4E" w14:textId="1D1E1C85" w:rsidR="00077D32" w:rsidRPr="00742C52" w:rsidRDefault="00C47436" w:rsidP="000B2E35">
      <w:pPr>
        <w:rPr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/allkirjastatud digitaalselt/</w:t>
      </w:r>
    </w:p>
    <w:sectPr w:rsidR="00077D32" w:rsidRPr="00742C52" w:rsidSect="00B03FC9">
      <w:headerReference w:type="first" r:id="rId13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92F89" w14:textId="77777777" w:rsidR="00B03FC9" w:rsidRDefault="00B03FC9">
      <w:r>
        <w:separator/>
      </w:r>
    </w:p>
  </w:endnote>
  <w:endnote w:type="continuationSeparator" w:id="0">
    <w:p w14:paraId="5DDC153D" w14:textId="77777777" w:rsidR="00B03FC9" w:rsidRDefault="00B03FC9">
      <w:r>
        <w:continuationSeparator/>
      </w:r>
    </w:p>
  </w:endnote>
  <w:endnote w:type="continuationNotice" w:id="1">
    <w:p w14:paraId="0E36B2BC" w14:textId="77777777" w:rsidR="00B03FC9" w:rsidRDefault="00B03F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22E42" w14:textId="77777777" w:rsidR="00B03FC9" w:rsidRDefault="00B03FC9">
      <w:r>
        <w:separator/>
      </w:r>
    </w:p>
  </w:footnote>
  <w:footnote w:type="continuationSeparator" w:id="0">
    <w:p w14:paraId="39C1B5B8" w14:textId="77777777" w:rsidR="00B03FC9" w:rsidRDefault="00B03FC9">
      <w:r>
        <w:continuationSeparator/>
      </w:r>
    </w:p>
  </w:footnote>
  <w:footnote w:type="continuationNotice" w:id="1">
    <w:p w14:paraId="60E3D53E" w14:textId="77777777" w:rsidR="00B03FC9" w:rsidRDefault="00B03F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32631"/>
    <w:multiLevelType w:val="hybridMultilevel"/>
    <w:tmpl w:val="7E1A26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2B5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" w15:restartNumberingAfterBreak="0">
    <w:nsid w:val="1B53799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73D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758B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47D6B"/>
    <w:multiLevelType w:val="multilevel"/>
    <w:tmpl w:val="B0AC41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7" w15:restartNumberingAfterBreak="0">
    <w:nsid w:val="3D093A60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8" w15:restartNumberingAfterBreak="0">
    <w:nsid w:val="454534C9"/>
    <w:multiLevelType w:val="hybridMultilevel"/>
    <w:tmpl w:val="3BDE43D6"/>
    <w:lvl w:ilvl="0" w:tplc="0425000F">
      <w:start w:val="1"/>
      <w:numFmt w:val="decimal"/>
      <w:lvlText w:val="%1."/>
      <w:lvlJc w:val="left"/>
      <w:pPr>
        <w:ind w:left="502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659E9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0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CC677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D1B79"/>
    <w:multiLevelType w:val="multilevel"/>
    <w:tmpl w:val="5890E4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13" w15:restartNumberingAfterBreak="0">
    <w:nsid w:val="5FE1143C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4" w15:restartNumberingAfterBreak="0">
    <w:nsid w:val="60696A6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10657"/>
    <w:multiLevelType w:val="multilevel"/>
    <w:tmpl w:val="E0E0AE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29C3AB3"/>
    <w:multiLevelType w:val="multilevel"/>
    <w:tmpl w:val="495A9A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7" w15:restartNumberingAfterBreak="0">
    <w:nsid w:val="629D7D9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C2000"/>
    <w:multiLevelType w:val="multilevel"/>
    <w:tmpl w:val="9E34DB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D035E7E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0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C3C61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2" w15:restartNumberingAfterBreak="0">
    <w:nsid w:val="79D41B0B"/>
    <w:multiLevelType w:val="multilevel"/>
    <w:tmpl w:val="5630E2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num w:numId="1" w16cid:durableId="1853059836">
    <w:abstractNumId w:val="10"/>
  </w:num>
  <w:num w:numId="2" w16cid:durableId="1539471610">
    <w:abstractNumId w:val="10"/>
  </w:num>
  <w:num w:numId="3" w16cid:durableId="1211846081">
    <w:abstractNumId w:val="10"/>
  </w:num>
  <w:num w:numId="4" w16cid:durableId="274946052">
    <w:abstractNumId w:val="10"/>
  </w:num>
  <w:num w:numId="5" w16cid:durableId="656153406">
    <w:abstractNumId w:val="10"/>
  </w:num>
  <w:num w:numId="6" w16cid:durableId="11607285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3"/>
  </w:num>
  <w:num w:numId="8" w16cid:durableId="705328597">
    <w:abstractNumId w:val="8"/>
  </w:num>
  <w:num w:numId="9" w16cid:durableId="1474911736">
    <w:abstractNumId w:val="8"/>
  </w:num>
  <w:num w:numId="10" w16cid:durableId="739207277">
    <w:abstractNumId w:val="2"/>
  </w:num>
  <w:num w:numId="11" w16cid:durableId="2106614588">
    <w:abstractNumId w:val="14"/>
  </w:num>
  <w:num w:numId="12" w16cid:durableId="794061551">
    <w:abstractNumId w:val="4"/>
  </w:num>
  <w:num w:numId="13" w16cid:durableId="1783837735">
    <w:abstractNumId w:val="5"/>
  </w:num>
  <w:num w:numId="14" w16cid:durableId="620768946">
    <w:abstractNumId w:val="11"/>
  </w:num>
  <w:num w:numId="15" w16cid:durableId="499539151">
    <w:abstractNumId w:val="17"/>
  </w:num>
  <w:num w:numId="16" w16cid:durableId="2039315259">
    <w:abstractNumId w:val="13"/>
  </w:num>
  <w:num w:numId="17" w16cid:durableId="1694267086">
    <w:abstractNumId w:val="1"/>
  </w:num>
  <w:num w:numId="18" w16cid:durableId="1146514459">
    <w:abstractNumId w:val="12"/>
  </w:num>
  <w:num w:numId="19" w16cid:durableId="475418451">
    <w:abstractNumId w:val="15"/>
  </w:num>
  <w:num w:numId="20" w16cid:durableId="1295208846">
    <w:abstractNumId w:val="0"/>
  </w:num>
  <w:num w:numId="21" w16cid:durableId="917642241">
    <w:abstractNumId w:val="7"/>
  </w:num>
  <w:num w:numId="22" w16cid:durableId="1481069265">
    <w:abstractNumId w:val="19"/>
  </w:num>
  <w:num w:numId="23" w16cid:durableId="456529935">
    <w:abstractNumId w:val="9"/>
  </w:num>
  <w:num w:numId="24" w16cid:durableId="617299870">
    <w:abstractNumId w:val="21"/>
  </w:num>
  <w:num w:numId="25" w16cid:durableId="285697969">
    <w:abstractNumId w:val="16"/>
  </w:num>
  <w:num w:numId="26" w16cid:durableId="1667780873">
    <w:abstractNumId w:val="18"/>
  </w:num>
  <w:num w:numId="27" w16cid:durableId="1163743337">
    <w:abstractNumId w:val="22"/>
  </w:num>
  <w:num w:numId="28" w16cid:durableId="1235244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57A8D"/>
    <w:rsid w:val="00077D32"/>
    <w:rsid w:val="000903E8"/>
    <w:rsid w:val="000908E8"/>
    <w:rsid w:val="000943C7"/>
    <w:rsid w:val="000B2E35"/>
    <w:rsid w:val="000B3CE2"/>
    <w:rsid w:val="000B417F"/>
    <w:rsid w:val="000B4850"/>
    <w:rsid w:val="00112155"/>
    <w:rsid w:val="00131D0A"/>
    <w:rsid w:val="0014052A"/>
    <w:rsid w:val="00143561"/>
    <w:rsid w:val="00146F8F"/>
    <w:rsid w:val="00156A2F"/>
    <w:rsid w:val="00161456"/>
    <w:rsid w:val="001618AE"/>
    <w:rsid w:val="0017684B"/>
    <w:rsid w:val="001918BD"/>
    <w:rsid w:val="0019253D"/>
    <w:rsid w:val="001A0C3A"/>
    <w:rsid w:val="001A22C5"/>
    <w:rsid w:val="001B4370"/>
    <w:rsid w:val="001E324A"/>
    <w:rsid w:val="00211D2D"/>
    <w:rsid w:val="00215382"/>
    <w:rsid w:val="00251F87"/>
    <w:rsid w:val="0025588E"/>
    <w:rsid w:val="002569F2"/>
    <w:rsid w:val="00265430"/>
    <w:rsid w:val="002701D0"/>
    <w:rsid w:val="002726A3"/>
    <w:rsid w:val="00284999"/>
    <w:rsid w:val="002A798D"/>
    <w:rsid w:val="002D2C76"/>
    <w:rsid w:val="002D4D27"/>
    <w:rsid w:val="002E0EF7"/>
    <w:rsid w:val="00300B2D"/>
    <w:rsid w:val="0030294F"/>
    <w:rsid w:val="0033388C"/>
    <w:rsid w:val="00335CBC"/>
    <w:rsid w:val="003551E2"/>
    <w:rsid w:val="00357C22"/>
    <w:rsid w:val="00382D66"/>
    <w:rsid w:val="003A0ECE"/>
    <w:rsid w:val="003B0D86"/>
    <w:rsid w:val="003C3108"/>
    <w:rsid w:val="003D0A93"/>
    <w:rsid w:val="003D57ED"/>
    <w:rsid w:val="003F5996"/>
    <w:rsid w:val="00442D2B"/>
    <w:rsid w:val="004455FC"/>
    <w:rsid w:val="00454AD8"/>
    <w:rsid w:val="00470107"/>
    <w:rsid w:val="00482DEA"/>
    <w:rsid w:val="00491AD7"/>
    <w:rsid w:val="004D1D70"/>
    <w:rsid w:val="004F75DF"/>
    <w:rsid w:val="005015D7"/>
    <w:rsid w:val="0050379B"/>
    <w:rsid w:val="00532D2F"/>
    <w:rsid w:val="005572A4"/>
    <w:rsid w:val="00582590"/>
    <w:rsid w:val="005A217D"/>
    <w:rsid w:val="005A3006"/>
    <w:rsid w:val="005A75B8"/>
    <w:rsid w:val="005C24D9"/>
    <w:rsid w:val="005E2103"/>
    <w:rsid w:val="005F4CAF"/>
    <w:rsid w:val="005F5A08"/>
    <w:rsid w:val="00605B27"/>
    <w:rsid w:val="00625192"/>
    <w:rsid w:val="00627953"/>
    <w:rsid w:val="00634439"/>
    <w:rsid w:val="00640C8E"/>
    <w:rsid w:val="006466E4"/>
    <w:rsid w:val="00660072"/>
    <w:rsid w:val="006736DE"/>
    <w:rsid w:val="00674CE7"/>
    <w:rsid w:val="00690323"/>
    <w:rsid w:val="006B28B7"/>
    <w:rsid w:val="006C22B1"/>
    <w:rsid w:val="006C4838"/>
    <w:rsid w:val="006F34A3"/>
    <w:rsid w:val="006F595A"/>
    <w:rsid w:val="00703BCB"/>
    <w:rsid w:val="00726860"/>
    <w:rsid w:val="00735051"/>
    <w:rsid w:val="00742C52"/>
    <w:rsid w:val="0074688B"/>
    <w:rsid w:val="007558CE"/>
    <w:rsid w:val="0077377F"/>
    <w:rsid w:val="0078503D"/>
    <w:rsid w:val="00785BC4"/>
    <w:rsid w:val="007870BE"/>
    <w:rsid w:val="00797B52"/>
    <w:rsid w:val="007A06C1"/>
    <w:rsid w:val="007A21F0"/>
    <w:rsid w:val="007A5E5F"/>
    <w:rsid w:val="007C2737"/>
    <w:rsid w:val="007E637D"/>
    <w:rsid w:val="008250FC"/>
    <w:rsid w:val="0082604D"/>
    <w:rsid w:val="0086202A"/>
    <w:rsid w:val="00867D35"/>
    <w:rsid w:val="0087462B"/>
    <w:rsid w:val="0087587A"/>
    <w:rsid w:val="00887289"/>
    <w:rsid w:val="00897B9A"/>
    <w:rsid w:val="008A4D13"/>
    <w:rsid w:val="008E65B3"/>
    <w:rsid w:val="008F2A05"/>
    <w:rsid w:val="008F713B"/>
    <w:rsid w:val="00907E24"/>
    <w:rsid w:val="0092028B"/>
    <w:rsid w:val="00930BE5"/>
    <w:rsid w:val="00940144"/>
    <w:rsid w:val="00944A3D"/>
    <w:rsid w:val="009521A3"/>
    <w:rsid w:val="009612E0"/>
    <w:rsid w:val="00962202"/>
    <w:rsid w:val="00973871"/>
    <w:rsid w:val="00995F05"/>
    <w:rsid w:val="009D38F3"/>
    <w:rsid w:val="009D42CB"/>
    <w:rsid w:val="009D7D3A"/>
    <w:rsid w:val="009E181A"/>
    <w:rsid w:val="009E7E2A"/>
    <w:rsid w:val="00A250BE"/>
    <w:rsid w:val="00A27416"/>
    <w:rsid w:val="00A33A60"/>
    <w:rsid w:val="00A43A3D"/>
    <w:rsid w:val="00A50D06"/>
    <w:rsid w:val="00A65739"/>
    <w:rsid w:val="00A66CB0"/>
    <w:rsid w:val="00A832DA"/>
    <w:rsid w:val="00AD0AB0"/>
    <w:rsid w:val="00AD5A0B"/>
    <w:rsid w:val="00AE10A9"/>
    <w:rsid w:val="00AE1639"/>
    <w:rsid w:val="00B03FC9"/>
    <w:rsid w:val="00B060FD"/>
    <w:rsid w:val="00B33174"/>
    <w:rsid w:val="00B33B98"/>
    <w:rsid w:val="00B418EA"/>
    <w:rsid w:val="00B521C3"/>
    <w:rsid w:val="00BA17B3"/>
    <w:rsid w:val="00BC2385"/>
    <w:rsid w:val="00BC62D7"/>
    <w:rsid w:val="00BE2B29"/>
    <w:rsid w:val="00BF064F"/>
    <w:rsid w:val="00BF0E4C"/>
    <w:rsid w:val="00C0020C"/>
    <w:rsid w:val="00C04347"/>
    <w:rsid w:val="00C34030"/>
    <w:rsid w:val="00C40448"/>
    <w:rsid w:val="00C4140E"/>
    <w:rsid w:val="00C450D5"/>
    <w:rsid w:val="00C47436"/>
    <w:rsid w:val="00C4762C"/>
    <w:rsid w:val="00C50A9A"/>
    <w:rsid w:val="00C53640"/>
    <w:rsid w:val="00C84B10"/>
    <w:rsid w:val="00C86912"/>
    <w:rsid w:val="00C95ABD"/>
    <w:rsid w:val="00C966E8"/>
    <w:rsid w:val="00CB31D7"/>
    <w:rsid w:val="00CB41F4"/>
    <w:rsid w:val="00CB6338"/>
    <w:rsid w:val="00CC5443"/>
    <w:rsid w:val="00CC7052"/>
    <w:rsid w:val="00CE24E4"/>
    <w:rsid w:val="00CE5616"/>
    <w:rsid w:val="00CF73A9"/>
    <w:rsid w:val="00D24041"/>
    <w:rsid w:val="00D25D80"/>
    <w:rsid w:val="00D266EA"/>
    <w:rsid w:val="00D31BD2"/>
    <w:rsid w:val="00D4458D"/>
    <w:rsid w:val="00D453AE"/>
    <w:rsid w:val="00D53A64"/>
    <w:rsid w:val="00D75086"/>
    <w:rsid w:val="00D85382"/>
    <w:rsid w:val="00D94321"/>
    <w:rsid w:val="00D94E00"/>
    <w:rsid w:val="00DA1B61"/>
    <w:rsid w:val="00DB17D9"/>
    <w:rsid w:val="00DC2830"/>
    <w:rsid w:val="00DD3288"/>
    <w:rsid w:val="00DF19FF"/>
    <w:rsid w:val="00E11AA8"/>
    <w:rsid w:val="00E27A09"/>
    <w:rsid w:val="00E366A1"/>
    <w:rsid w:val="00E45D3B"/>
    <w:rsid w:val="00E47970"/>
    <w:rsid w:val="00E6200E"/>
    <w:rsid w:val="00E73B2A"/>
    <w:rsid w:val="00E8580C"/>
    <w:rsid w:val="00EA1691"/>
    <w:rsid w:val="00EB79F8"/>
    <w:rsid w:val="00EC1493"/>
    <w:rsid w:val="00EC15EB"/>
    <w:rsid w:val="00ED26F8"/>
    <w:rsid w:val="00EE47F0"/>
    <w:rsid w:val="00EE4B09"/>
    <w:rsid w:val="00EE689B"/>
    <w:rsid w:val="00EF1105"/>
    <w:rsid w:val="00EF7F44"/>
    <w:rsid w:val="00F35DA6"/>
    <w:rsid w:val="00F50474"/>
    <w:rsid w:val="00F57588"/>
    <w:rsid w:val="00F669DE"/>
    <w:rsid w:val="00F67A7C"/>
    <w:rsid w:val="00F75059"/>
    <w:rsid w:val="00F87519"/>
    <w:rsid w:val="00F935D6"/>
    <w:rsid w:val="00F94DB4"/>
    <w:rsid w:val="00F94E63"/>
    <w:rsid w:val="00FA588A"/>
    <w:rsid w:val="00FA6F52"/>
    <w:rsid w:val="00FC232A"/>
    <w:rsid w:val="00FE6E29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  <w:style w:type="character" w:styleId="Strong">
    <w:name w:val="Strong"/>
    <w:basedOn w:val="DefaultParagraphFont"/>
    <w:uiPriority w:val="22"/>
    <w:qFormat/>
    <w:rsid w:val="008F71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ab977499-1cee-45ea-a331-d3cf9024214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lvi.mannama@elektrilevi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maantee@transpordi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FFADA1-DE22-451B-B261-D3110FC49290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customXml/itemProps3.xml><?xml version="1.0" encoding="utf-8"?>
<ds:datastoreItem xmlns:ds="http://schemas.openxmlformats.org/officeDocument/2006/customXml" ds:itemID="{254E1A27-60B9-46ED-841E-57D1D5C4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</TotalTime>
  <Pages>1</Pages>
  <Words>161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1751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2021-06-04T12:19:00Z</cp:lastPrinted>
  <dcterms:created xsi:type="dcterms:W3CDTF">2024-07-09T07:28:00Z</dcterms:created>
  <dcterms:modified xsi:type="dcterms:W3CDTF">2024-07-09T07:28:00Z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